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3D" w:rsidRDefault="002A113D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 w:rsidR="00E14668">
        <w:rPr>
          <w:rFonts w:hint="eastAsia"/>
        </w:rPr>
        <w:t>9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E14668">
        <w:rPr>
          <w:rFonts w:hint="eastAsia"/>
        </w:rPr>
        <w:t>12</w:t>
      </w:r>
      <w:bookmarkStart w:id="0" w:name="_GoBack"/>
      <w:bookmarkEnd w:id="0"/>
      <w:r>
        <w:rPr>
          <w:rFonts w:hint="eastAsia"/>
        </w:rPr>
        <w:t>条関係</w:t>
      </w:r>
      <w:r>
        <w:t>)</w:t>
      </w: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2A113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4B260F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隠岐の島町長</w:t>
      </w:r>
      <w:r w:rsidR="002A113D">
        <w:rPr>
          <w:rFonts w:hint="eastAsia"/>
        </w:rPr>
        <w:t xml:space="preserve">　　様</w:t>
      </w: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2A113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特定非営利活動法人の名称　　　　　　</w:t>
      </w:r>
    </w:p>
    <w:p w:rsidR="002A113D" w:rsidRDefault="002A113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清算人　住所　　　　　　　　　　　　</w:t>
      </w:r>
    </w:p>
    <w:p w:rsidR="002A113D" w:rsidRDefault="002A113D">
      <w:pPr>
        <w:wordWrap w:val="0"/>
        <w:overflowPunct w:val="0"/>
        <w:autoSpaceDE w:val="0"/>
        <w:autoSpaceDN w:val="0"/>
        <w:jc w:val="right"/>
      </w:pPr>
    </w:p>
    <w:p w:rsidR="002A113D" w:rsidRDefault="004B260F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76AC58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2A113D">
        <w:rPr>
          <w:rFonts w:hint="eastAsia"/>
        </w:rPr>
        <w:t xml:space="preserve">氏名　　　　　　　　　　印　</w:t>
      </w:r>
    </w:p>
    <w:p w:rsidR="002A113D" w:rsidRDefault="002A113D">
      <w:pPr>
        <w:wordWrap w:val="0"/>
        <w:overflowPunct w:val="0"/>
        <w:autoSpaceDE w:val="0"/>
        <w:autoSpaceDN w:val="0"/>
        <w:jc w:val="right"/>
      </w:pPr>
    </w:p>
    <w:p w:rsidR="002A113D" w:rsidRDefault="002A113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電話番号　　　　　　　　　　</w:t>
      </w: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2A113D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清算人</w:t>
      </w:r>
      <w:r w:rsidR="003A241E">
        <w:rPr>
          <w:rFonts w:hint="eastAsia"/>
        </w:rPr>
        <w:t>就任</w:t>
      </w:r>
      <w:r>
        <w:rPr>
          <w:rFonts w:hint="eastAsia"/>
        </w:rPr>
        <w:t>届出書</w:t>
      </w:r>
    </w:p>
    <w:p w:rsidR="002A113D" w:rsidRDefault="002A113D">
      <w:pPr>
        <w:wordWrap w:val="0"/>
        <w:overflowPunct w:val="0"/>
        <w:autoSpaceDE w:val="0"/>
        <w:autoSpaceDN w:val="0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下記のとおり解散に係る清算中に清算人が</w:t>
      </w:r>
      <w:r w:rsidR="003A241E">
        <w:rPr>
          <w:rFonts w:hint="eastAsia"/>
        </w:rPr>
        <w:t>就任</w:t>
      </w:r>
      <w:r>
        <w:rPr>
          <w:rFonts w:hint="eastAsia"/>
        </w:rPr>
        <w:t>したので、特定非営利活動促進法第</w:t>
      </w:r>
      <w:r>
        <w:t>31</w:t>
      </w:r>
      <w:r>
        <w:rPr>
          <w:rFonts w:hint="eastAsia"/>
        </w:rPr>
        <w:t>条の</w:t>
      </w:r>
      <w:r>
        <w:t>8</w:t>
      </w:r>
      <w:r>
        <w:rPr>
          <w:rFonts w:hint="eastAsia"/>
        </w:rPr>
        <w:t>の規定により届け出ます。</w:t>
      </w: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  <w:jc w:val="center"/>
      </w:pPr>
      <w:r>
        <w:rPr>
          <w:rFonts w:hint="eastAsia"/>
        </w:rPr>
        <w:t>記</w:t>
      </w: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清算人の氏名及び住所</w:t>
      </w: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清算人が</w:t>
      </w:r>
      <w:r w:rsidR="003A241E">
        <w:rPr>
          <w:rFonts w:hint="eastAsia"/>
        </w:rPr>
        <w:t>就任</w:t>
      </w:r>
      <w:r>
        <w:rPr>
          <w:rFonts w:hint="eastAsia"/>
        </w:rPr>
        <w:t>した年月日</w:t>
      </w: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  <w:spacing w:line="360" w:lineRule="exact"/>
      </w:pPr>
    </w:p>
    <w:p w:rsidR="002A113D" w:rsidRDefault="002A113D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添付書類　当該清算人の登記をしたことを証する登記事項証明書</w:t>
      </w:r>
    </w:p>
    <w:sectPr w:rsidR="002A113D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76E" w:rsidRDefault="001D076E">
      <w:r>
        <w:separator/>
      </w:r>
    </w:p>
  </w:endnote>
  <w:endnote w:type="continuationSeparator" w:id="0">
    <w:p w:rsidR="001D076E" w:rsidRDefault="001D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76E" w:rsidRDefault="001D076E">
      <w:r>
        <w:separator/>
      </w:r>
    </w:p>
  </w:footnote>
  <w:footnote w:type="continuationSeparator" w:id="0">
    <w:p w:rsidR="001D076E" w:rsidRDefault="001D0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13D"/>
    <w:rsid w:val="001D076E"/>
    <w:rsid w:val="002A113D"/>
    <w:rsid w:val="003A241E"/>
    <w:rsid w:val="004B260F"/>
    <w:rsid w:val="005B6B98"/>
    <w:rsid w:val="008E0DC4"/>
    <w:rsid w:val="00E14668"/>
    <w:rsid w:val="00FD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95765AD-B633-4477-9ACB-C627CA1F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2</TotalTime>
  <Pages>1</Pages>
  <Words>159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2019-11-19T04:05:00Z</dcterms:created>
  <dcterms:modified xsi:type="dcterms:W3CDTF">2019-12-04T05:28:00Z</dcterms:modified>
</cp:coreProperties>
</file>