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82A" w:rsidRDefault="002D382A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B1420A">
        <w:rPr>
          <w:rFonts w:hint="eastAsia"/>
        </w:rPr>
        <w:t>5</w:t>
      </w:r>
      <w:bookmarkStart w:id="0" w:name="_GoBack"/>
      <w:bookmarkEnd w:id="0"/>
      <w:r>
        <w:rPr>
          <w:rFonts w:hint="eastAsia"/>
        </w:rPr>
        <w:t>条関係</w:t>
      </w:r>
      <w:r>
        <w:t>)</w:t>
      </w:r>
    </w:p>
    <w:p w:rsidR="002D382A" w:rsidRDefault="002D382A">
      <w:pPr>
        <w:wordWrap w:val="0"/>
        <w:overflowPunct w:val="0"/>
        <w:autoSpaceDE w:val="0"/>
        <w:autoSpaceDN w:val="0"/>
      </w:pPr>
    </w:p>
    <w:p w:rsidR="002D382A" w:rsidRDefault="002D382A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2D382A" w:rsidRDefault="002D382A">
      <w:pPr>
        <w:wordWrap w:val="0"/>
        <w:overflowPunct w:val="0"/>
        <w:autoSpaceDE w:val="0"/>
        <w:autoSpaceDN w:val="0"/>
      </w:pPr>
    </w:p>
    <w:p w:rsidR="002D382A" w:rsidRDefault="002D382A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</w:t>
      </w:r>
      <w:r w:rsidR="00FD4F0C">
        <w:rPr>
          <w:rFonts w:hint="eastAsia"/>
        </w:rPr>
        <w:t>隠岐の島町長</w:t>
      </w:r>
      <w:r>
        <w:rPr>
          <w:rFonts w:hint="eastAsia"/>
        </w:rPr>
        <w:t xml:space="preserve">　　様</w:t>
      </w:r>
    </w:p>
    <w:p w:rsidR="002D382A" w:rsidRDefault="002D382A">
      <w:pPr>
        <w:wordWrap w:val="0"/>
        <w:overflowPunct w:val="0"/>
        <w:autoSpaceDE w:val="0"/>
        <w:autoSpaceDN w:val="0"/>
      </w:pPr>
    </w:p>
    <w:p w:rsidR="002D382A" w:rsidRDefault="002D382A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主たる事務所の所在地　　　　　　　</w:t>
      </w: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  <w:jc w:val="right"/>
      </w:pPr>
      <w:r>
        <w:rPr>
          <w:rFonts w:hint="eastAsia"/>
        </w:rPr>
        <w:t xml:space="preserve">特定非営利活動法人の名称　　　　　</w:t>
      </w:r>
    </w:p>
    <w:p w:rsidR="002D382A" w:rsidRDefault="002D382A">
      <w:pPr>
        <w:wordWrap w:val="0"/>
        <w:overflowPunct w:val="0"/>
        <w:autoSpaceDE w:val="0"/>
        <w:autoSpaceDN w:val="0"/>
        <w:jc w:val="right"/>
      </w:pPr>
    </w:p>
    <w:p w:rsidR="002D382A" w:rsidRDefault="00FD4F0C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60228F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2D382A">
        <w:rPr>
          <w:rFonts w:hint="eastAsia"/>
        </w:rPr>
        <w:t xml:space="preserve">代表者氏名　　　　　　　　　　印　</w:t>
      </w:r>
    </w:p>
    <w:p w:rsidR="002D382A" w:rsidRDefault="002D382A">
      <w:pPr>
        <w:wordWrap w:val="0"/>
        <w:overflowPunct w:val="0"/>
        <w:autoSpaceDE w:val="0"/>
        <w:autoSpaceDN w:val="0"/>
      </w:pPr>
    </w:p>
    <w:p w:rsidR="002D382A" w:rsidRDefault="002D382A">
      <w:pPr>
        <w:wordWrap w:val="0"/>
        <w:overflowPunct w:val="0"/>
        <w:autoSpaceDE w:val="0"/>
        <w:autoSpaceDN w:val="0"/>
      </w:pP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設立登記完了届出書</w:t>
      </w: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</w:pP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設立の登記を完了したので、特定非営利活動促進法第</w:t>
      </w:r>
      <w:r>
        <w:t>13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項の規定により登記事項証明書を添えて届け出ます。</w:t>
      </w: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</w:pP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　添付書類</w:t>
      </w: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  <w:ind w:left="525" w:hanging="525"/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登記事項証明書</w:t>
      </w:r>
    </w:p>
    <w:p w:rsidR="002D382A" w:rsidRDefault="002D382A">
      <w:pPr>
        <w:wordWrap w:val="0"/>
        <w:overflowPunct w:val="0"/>
        <w:autoSpaceDE w:val="0"/>
        <w:autoSpaceDN w:val="0"/>
        <w:spacing w:line="360" w:lineRule="exact"/>
        <w:ind w:left="525" w:hanging="525"/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</w:t>
      </w:r>
      <w:r w:rsidR="00A9067A">
        <w:rPr>
          <w:rFonts w:hint="eastAsia"/>
        </w:rPr>
        <w:t>法第</w:t>
      </w:r>
      <w:r w:rsidR="00A9067A">
        <w:t>14</w:t>
      </w:r>
      <w:r w:rsidR="00A9067A">
        <w:rPr>
          <w:rFonts w:hint="eastAsia"/>
        </w:rPr>
        <w:t>条の設立の時の財産目録</w:t>
      </w:r>
    </w:p>
    <w:sectPr w:rsidR="002D382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79E" w:rsidRDefault="008C179E">
      <w:r>
        <w:separator/>
      </w:r>
    </w:p>
  </w:endnote>
  <w:endnote w:type="continuationSeparator" w:id="0">
    <w:p w:rsidR="008C179E" w:rsidRDefault="008C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79E" w:rsidRDefault="008C179E">
      <w:r>
        <w:separator/>
      </w:r>
    </w:p>
  </w:footnote>
  <w:footnote w:type="continuationSeparator" w:id="0">
    <w:p w:rsidR="008C179E" w:rsidRDefault="008C1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2A"/>
    <w:rsid w:val="001D117F"/>
    <w:rsid w:val="002D382A"/>
    <w:rsid w:val="00455793"/>
    <w:rsid w:val="008C179E"/>
    <w:rsid w:val="00A9067A"/>
    <w:rsid w:val="00B1420A"/>
    <w:rsid w:val="00FD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3A783CB-690E-4559-9954-0C1EA213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1</TotalTime>
  <Pages>1</Pages>
  <Words>138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2019-11-19T02:54:00Z</dcterms:created>
  <dcterms:modified xsi:type="dcterms:W3CDTF">2019-12-04T05:18:00Z</dcterms:modified>
</cp:coreProperties>
</file>